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2E629B" w:rsidRPr="007C24AC">
        <w:tblPrEx>
          <w:tblCellMar>
            <w:top w:w="0" w:type="dxa"/>
            <w:bottom w:w="0" w:type="dxa"/>
          </w:tblCellMar>
        </w:tblPrEx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7C24AC" w:rsidRDefault="00636846" w:rsidP="008270E5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7C24AC">
              <w:rPr>
                <w:rFonts w:ascii="Verdana" w:hAnsi="Verdana"/>
                <w:b/>
                <w:sz w:val="20"/>
                <w:szCs w:val="20"/>
              </w:rPr>
              <w:br w:type="page"/>
              <w:t xml:space="preserve">Anlage </w:t>
            </w:r>
            <w:r w:rsidR="002D3023" w:rsidRPr="007C24AC">
              <w:rPr>
                <w:rFonts w:ascii="Verdana" w:hAnsi="Verdana"/>
                <w:b/>
                <w:sz w:val="20"/>
                <w:szCs w:val="20"/>
              </w:rPr>
              <w:t>7</w:t>
            </w:r>
            <w:r w:rsidR="00D50D3B" w:rsidRPr="007C24AC">
              <w:rPr>
                <w:rFonts w:ascii="Verdana" w:hAnsi="Verdana"/>
                <w:b/>
                <w:sz w:val="20"/>
                <w:szCs w:val="20"/>
              </w:rPr>
              <w:t>d</w:t>
            </w:r>
            <w:r w:rsidR="002E629B" w:rsidRPr="007C24AC">
              <w:rPr>
                <w:rFonts w:ascii="Verdana" w:hAnsi="Verdana"/>
                <w:b/>
                <w:sz w:val="20"/>
                <w:szCs w:val="20"/>
              </w:rPr>
              <w:t xml:space="preserve"> zum Vertrag nach </w:t>
            </w:r>
            <w:r w:rsidR="007C24AC">
              <w:rPr>
                <w:rFonts w:ascii="Verdana" w:hAnsi="Verdana"/>
                <w:b/>
                <w:sz w:val="20"/>
                <w:szCs w:val="20"/>
              </w:rPr>
              <w:t>DE</w:t>
            </w:r>
            <w:r w:rsidR="002E629B" w:rsidRPr="007C24AC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D2001F" w:rsidRPr="007C24AC">
              <w:rPr>
                <w:rFonts w:ascii="Verdana" w:hAnsi="Verdana"/>
                <w:b/>
                <w:sz w:val="20"/>
                <w:szCs w:val="20"/>
              </w:rPr>
              <w:t>116</w:t>
            </w: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7C24AC">
              <w:rPr>
                <w:rFonts w:ascii="Verdana" w:hAnsi="Verdana"/>
                <w:b/>
                <w:sz w:val="20"/>
                <w:szCs w:val="20"/>
              </w:rPr>
              <w:t>Umweltzeichen für „</w:t>
            </w:r>
            <w:r w:rsidR="00877D08" w:rsidRPr="007C24AC">
              <w:rPr>
                <w:rFonts w:ascii="Verdana" w:hAnsi="Verdana"/>
                <w:b/>
                <w:sz w:val="20"/>
                <w:szCs w:val="20"/>
              </w:rPr>
              <w:t>Solarbetrieben</w:t>
            </w:r>
            <w:r w:rsidR="00D2001F" w:rsidRPr="007C24AC">
              <w:rPr>
                <w:rFonts w:ascii="Verdana" w:hAnsi="Verdana"/>
                <w:b/>
                <w:sz w:val="20"/>
                <w:szCs w:val="20"/>
              </w:rPr>
              <w:t>e Produkte</w:t>
            </w:r>
            <w:r w:rsidRPr="007C24AC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0007C" w:rsidRPr="007C24AC" w:rsidRDefault="0050007C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24AC">
              <w:rPr>
                <w:rFonts w:ascii="Verdana" w:hAnsi="Verdana"/>
                <w:b/>
                <w:sz w:val="20"/>
                <w:szCs w:val="20"/>
              </w:rPr>
              <w:t>Bitte benutzen Sie</w:t>
            </w:r>
            <w:r w:rsidR="0050007C" w:rsidRPr="007C24AC">
              <w:rPr>
                <w:rFonts w:ascii="Verdana" w:hAnsi="Verdana"/>
                <w:b/>
                <w:sz w:val="20"/>
                <w:szCs w:val="20"/>
              </w:rPr>
              <w:br/>
            </w:r>
            <w:r w:rsidRPr="007C24AC">
              <w:rPr>
                <w:rFonts w:ascii="Verdana" w:hAnsi="Verdana"/>
                <w:b/>
                <w:sz w:val="20"/>
                <w:szCs w:val="20"/>
              </w:rPr>
              <w:t xml:space="preserve">diesen </w:t>
            </w:r>
            <w:r w:rsidR="0050007C" w:rsidRPr="007C24AC">
              <w:rPr>
                <w:rFonts w:ascii="Verdana" w:hAnsi="Verdana"/>
                <w:b/>
                <w:sz w:val="20"/>
                <w:szCs w:val="20"/>
              </w:rPr>
              <w:t>Vordruck!</w:t>
            </w:r>
          </w:p>
          <w:p w:rsidR="002E629B" w:rsidRPr="007C24AC" w:rsidRDefault="002E629B" w:rsidP="008270E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2E629B" w:rsidRPr="007C24AC" w:rsidRDefault="002E629B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Hersteller (Zeichennehmer):</w:t>
      </w:r>
      <w:r w:rsidRPr="007C24AC">
        <w:rPr>
          <w:rFonts w:ascii="Verdana" w:hAnsi="Verdana"/>
          <w:sz w:val="20"/>
          <w:szCs w:val="20"/>
        </w:rPr>
        <w:tab/>
      </w:r>
      <w:bookmarkStart w:id="0" w:name="Text23"/>
      <w:r w:rsidR="00790957" w:rsidRPr="007C24AC">
        <w:rPr>
          <w:rFonts w:ascii="Verdana" w:hAnsi="Verdana"/>
          <w:sz w:val="20"/>
          <w:szCs w:val="20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90957" w:rsidRPr="007C24AC">
        <w:rPr>
          <w:rFonts w:ascii="Verdana" w:hAnsi="Verdana"/>
          <w:sz w:val="20"/>
          <w:szCs w:val="20"/>
        </w:rPr>
        <w:instrText xml:space="preserve"> FORMTEXT </w:instrText>
      </w:r>
      <w:r w:rsidR="00D442AD" w:rsidRPr="007C24AC">
        <w:rPr>
          <w:rFonts w:ascii="Verdana" w:hAnsi="Verdana"/>
          <w:sz w:val="20"/>
          <w:szCs w:val="20"/>
        </w:rPr>
      </w:r>
      <w:r w:rsidR="00790957" w:rsidRPr="007C24AC">
        <w:rPr>
          <w:rFonts w:ascii="Verdana" w:hAnsi="Verdana"/>
          <w:sz w:val="20"/>
          <w:szCs w:val="20"/>
        </w:rPr>
        <w:fldChar w:fldCharType="separate"/>
      </w:r>
      <w:bookmarkStart w:id="1" w:name="_GoBack"/>
      <w:r w:rsidR="00790957" w:rsidRPr="007C24AC">
        <w:rPr>
          <w:rFonts w:ascii="Verdana" w:hAnsi="Verdana"/>
          <w:noProof/>
          <w:sz w:val="20"/>
          <w:szCs w:val="20"/>
        </w:rPr>
        <w:t> </w:t>
      </w:r>
      <w:r w:rsidR="00790957" w:rsidRPr="007C24AC">
        <w:rPr>
          <w:rFonts w:ascii="Verdana" w:hAnsi="Verdana"/>
          <w:noProof/>
          <w:sz w:val="20"/>
          <w:szCs w:val="20"/>
        </w:rPr>
        <w:t> </w:t>
      </w:r>
      <w:r w:rsidR="00790957" w:rsidRPr="007C24AC">
        <w:rPr>
          <w:rFonts w:ascii="Verdana" w:hAnsi="Verdana"/>
          <w:noProof/>
          <w:sz w:val="20"/>
          <w:szCs w:val="20"/>
        </w:rPr>
        <w:t> </w:t>
      </w:r>
      <w:r w:rsidR="00790957" w:rsidRPr="007C24AC">
        <w:rPr>
          <w:rFonts w:ascii="Verdana" w:hAnsi="Verdana"/>
          <w:noProof/>
          <w:sz w:val="20"/>
          <w:szCs w:val="20"/>
        </w:rPr>
        <w:t> </w:t>
      </w:r>
      <w:r w:rsidR="00790957" w:rsidRPr="007C24AC">
        <w:rPr>
          <w:rFonts w:ascii="Verdana" w:hAnsi="Verdana"/>
          <w:noProof/>
          <w:sz w:val="20"/>
          <w:szCs w:val="20"/>
        </w:rPr>
        <w:t> </w:t>
      </w:r>
      <w:bookmarkEnd w:id="1"/>
      <w:r w:rsidR="00790957" w:rsidRPr="007C24AC">
        <w:rPr>
          <w:rFonts w:ascii="Verdana" w:hAnsi="Verdana"/>
          <w:sz w:val="20"/>
          <w:szCs w:val="20"/>
        </w:rPr>
        <w:fldChar w:fldCharType="end"/>
      </w:r>
      <w:bookmarkEnd w:id="0"/>
    </w:p>
    <w:p w:rsidR="002E629B" w:rsidRPr="007C24AC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ab/>
      </w:r>
      <w:r w:rsidRPr="007C24AC">
        <w:rPr>
          <w:rFonts w:ascii="Verdana" w:hAnsi="Verdana"/>
          <w:sz w:val="20"/>
          <w:szCs w:val="20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7C24AC">
        <w:rPr>
          <w:rFonts w:ascii="Verdana" w:hAnsi="Verdana"/>
          <w:sz w:val="20"/>
          <w:szCs w:val="20"/>
        </w:rPr>
        <w:instrText xml:space="preserve"> FORMTEXT </w:instrText>
      </w:r>
      <w:r w:rsidRPr="007C24AC">
        <w:rPr>
          <w:rFonts w:ascii="Verdana" w:hAnsi="Verdana"/>
          <w:sz w:val="20"/>
          <w:szCs w:val="20"/>
        </w:rPr>
      </w:r>
      <w:r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Pr="007C24AC">
        <w:rPr>
          <w:rFonts w:ascii="Verdana" w:hAnsi="Verdana"/>
          <w:sz w:val="20"/>
          <w:szCs w:val="20"/>
        </w:rPr>
        <w:fldChar w:fldCharType="end"/>
      </w:r>
      <w:bookmarkEnd w:id="2"/>
    </w:p>
    <w:p w:rsidR="00D338F3" w:rsidRPr="007C24AC" w:rsidRDefault="00D338F3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ab/>
      </w:r>
      <w:r w:rsidRPr="007C24AC">
        <w:rPr>
          <w:rFonts w:ascii="Verdana" w:hAnsi="Verdana"/>
          <w:sz w:val="20"/>
          <w:szCs w:val="20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7C24AC">
        <w:rPr>
          <w:rFonts w:ascii="Verdana" w:hAnsi="Verdana"/>
          <w:sz w:val="20"/>
          <w:szCs w:val="20"/>
        </w:rPr>
        <w:instrText xml:space="preserve"> FORMTEXT </w:instrText>
      </w:r>
      <w:r w:rsidRPr="007C24AC">
        <w:rPr>
          <w:rFonts w:ascii="Verdana" w:hAnsi="Verdana"/>
          <w:sz w:val="20"/>
          <w:szCs w:val="20"/>
        </w:rPr>
      </w:r>
      <w:r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Pr="007C24AC">
        <w:rPr>
          <w:rFonts w:ascii="Verdana" w:hAnsi="Verdana"/>
          <w:sz w:val="20"/>
          <w:szCs w:val="20"/>
        </w:rPr>
        <w:fldChar w:fldCharType="end"/>
      </w:r>
      <w:bookmarkEnd w:id="3"/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Inv</w:t>
      </w:r>
      <w:r w:rsidR="007C24AC">
        <w:rPr>
          <w:rFonts w:ascii="Verdana" w:hAnsi="Verdana"/>
          <w:sz w:val="20"/>
          <w:szCs w:val="20"/>
        </w:rPr>
        <w:t>erkehrbringer:</w:t>
      </w:r>
      <w:r w:rsid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4"/>
    </w:p>
    <w:p w:rsidR="00D338F3" w:rsidRPr="007C24AC" w:rsidRDefault="007C24AC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(Zeichenanwender)</w:t>
      </w:r>
      <w:r w:rsidR="00D338F3" w:rsidRP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5"/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Marken-/Handelsname:</w:t>
      </w:r>
      <w:r w:rsidRP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6"/>
    </w:p>
    <w:p w:rsidR="002E629B" w:rsidRPr="007C24AC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7C24AC" w:rsidRDefault="00CD51B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Typen</w:t>
      </w:r>
      <w:r w:rsidR="002E629B" w:rsidRPr="007C24AC">
        <w:rPr>
          <w:rFonts w:ascii="Verdana" w:hAnsi="Verdana"/>
          <w:sz w:val="20"/>
          <w:szCs w:val="20"/>
        </w:rPr>
        <w:t>bezeichnung</w:t>
      </w:r>
      <w:r w:rsidR="00D338F3" w:rsidRP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7"/>
    </w:p>
    <w:p w:rsidR="002E629B" w:rsidRPr="007C24AC" w:rsidRDefault="002E629B" w:rsidP="00F260CB">
      <w:pPr>
        <w:pStyle w:val="Textkrper"/>
        <w:spacing w:before="20" w:after="20" w:line="240" w:lineRule="auto"/>
        <w:jc w:val="both"/>
        <w:rPr>
          <w:rFonts w:ascii="Verdana" w:hAnsi="Verdana"/>
          <w:sz w:val="20"/>
          <w:szCs w:val="20"/>
        </w:rPr>
      </w:pPr>
    </w:p>
    <w:p w:rsidR="00137182" w:rsidRPr="007C24AC" w:rsidRDefault="00137182" w:rsidP="005A3DC3">
      <w:pPr>
        <w:pStyle w:val="berschrift3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 xml:space="preserve">Messprotokoll zu </w:t>
      </w:r>
      <w:r w:rsidR="007C24AC">
        <w:rPr>
          <w:rFonts w:ascii="Verdana" w:hAnsi="Verdana"/>
          <w:sz w:val="20"/>
          <w:szCs w:val="20"/>
        </w:rPr>
        <w:t>DE</w:t>
      </w:r>
      <w:r w:rsidRPr="007C24AC">
        <w:rPr>
          <w:rFonts w:ascii="Verdana" w:hAnsi="Verdana"/>
          <w:sz w:val="20"/>
          <w:szCs w:val="20"/>
        </w:rPr>
        <w:t>-UZ 116</w:t>
      </w:r>
      <w:r w:rsidR="003715C2" w:rsidRPr="007C24AC">
        <w:rPr>
          <w:rFonts w:ascii="Verdana" w:hAnsi="Verdana"/>
          <w:sz w:val="20"/>
          <w:szCs w:val="20"/>
        </w:rPr>
        <w:t xml:space="preserve"> gemäß Ziffer 3.3.1 der Vergabegrundlage</w:t>
      </w:r>
    </w:p>
    <w:p w:rsidR="00137182" w:rsidRPr="007C24AC" w:rsidRDefault="00137182" w:rsidP="002E629B">
      <w:pPr>
        <w:pStyle w:val="Textkrper"/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Messbericht Ladestrom Solarmodul unter Schwachlichtbedingungen (AM1,5 / 50 ±10 W/m</w:t>
      </w:r>
      <w:r w:rsidRPr="007C24AC">
        <w:rPr>
          <w:rFonts w:ascii="Verdana" w:hAnsi="Verdana"/>
          <w:sz w:val="20"/>
          <w:szCs w:val="20"/>
          <w:vertAlign w:val="superscript"/>
        </w:rPr>
        <w:t>2</w:t>
      </w:r>
      <w:r w:rsidRPr="007C24AC">
        <w:rPr>
          <w:rFonts w:ascii="Verdana" w:hAnsi="Verdana"/>
          <w:sz w:val="20"/>
          <w:szCs w:val="20"/>
        </w:rPr>
        <w:t xml:space="preserve">) 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2364"/>
        <w:gridCol w:w="2710"/>
      </w:tblGrid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Datum: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8" w:name="Text61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8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Protokoll-Nr.: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9" w:name="Text62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9"/>
          </w:p>
        </w:tc>
      </w:tr>
      <w:tr w:rsidR="008270E5" w:rsidRPr="007C24AC">
        <w:trPr>
          <w:trHeight w:hRule="exact" w:val="738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Messeinrichtung/Geräte: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0" w:name="Text63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0"/>
          </w:p>
        </w:tc>
      </w:tr>
      <w:tr w:rsidR="008270E5" w:rsidRPr="007C24AC">
        <w:trPr>
          <w:trHeight w:hRule="exact" w:val="716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Messaufbau (ggf Foto):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1" w:name="Text64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1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Genauigkeit Messgeräte: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2" w:name="Text65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2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Durchführende Person: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3" w:name="Text66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3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Zu messendes Produkt: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4" w:name="Text67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4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Artikelnummer: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5" w:name="Text68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5"/>
          </w:p>
        </w:tc>
      </w:tr>
      <w:tr w:rsidR="008270E5" w:rsidRPr="007C24AC">
        <w:trPr>
          <w:trHeight w:hRule="exact" w:val="340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Seriennummer:</w:t>
            </w:r>
          </w:p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6" w:name="Text69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6"/>
          </w:p>
        </w:tc>
      </w:tr>
      <w:tr w:rsidR="008270E5" w:rsidRPr="007C24AC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 xml:space="preserve">Nennkapazität Akku gemäß Datenblatt: 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7" w:name="Text70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7"/>
          </w:p>
        </w:tc>
      </w:tr>
      <w:tr w:rsidR="008270E5" w:rsidRPr="007C24AC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Modultemperatur während der Messung: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270E5" w:rsidRPr="007C24AC">
        <w:trPr>
          <w:trHeight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Umgebungstemperatur (=Temperatur Ladegerät und Akku):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270E5" w:rsidRPr="007C24AC">
        <w:trPr>
          <w:trHeight w:hRule="exact" w:val="567"/>
        </w:trPr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 xml:space="preserve">Akkuklemmenspannung während der Messung: </w:t>
            </w:r>
          </w:p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0E5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877D08" w:rsidRPr="007C24AC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Bestrahlungsstärke während der Messung: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Minimum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8" w:name="Text71"/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144C0"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8"/>
            <w:r w:rsidRPr="007C2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[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W/m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²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C24AC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[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W/m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²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</w:tr>
      <w:tr w:rsidR="00877D08" w:rsidRPr="007C24AC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Ladestrom in Akku: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Minimum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C24AC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[ A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C24AC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[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 A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</w:tr>
      <w:tr w:rsidR="00877D08" w:rsidRPr="007C24AC"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Verhältnis Ladestrom Schwachlicht zu Ladestrom unter NOCT-Bedingungen</w:t>
            </w:r>
            <w:r w:rsidR="003715C2" w:rsidRPr="007C24AC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>Minimum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C24AC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[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 %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D08" w:rsidRPr="007C24AC" w:rsidRDefault="00877D08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t xml:space="preserve"> Maximum</w:t>
            </w:r>
          </w:p>
          <w:p w:rsidR="00877D08" w:rsidRPr="007C24AC" w:rsidRDefault="008270E5" w:rsidP="008270E5">
            <w:pPr>
              <w:rPr>
                <w:rFonts w:ascii="Verdana" w:hAnsi="Verdana"/>
                <w:sz w:val="20"/>
                <w:szCs w:val="20"/>
              </w:rPr>
            </w:pPr>
            <w:r w:rsidRPr="007C24A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C24A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24AC">
              <w:rPr>
                <w:rFonts w:ascii="Verdana" w:hAnsi="Verdana"/>
                <w:sz w:val="20"/>
                <w:szCs w:val="20"/>
              </w:rPr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24AC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7C24AC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584646" w:rsidRPr="007C24AC">
              <w:rPr>
                <w:rFonts w:ascii="Verdana" w:hAnsi="Verdana"/>
                <w:sz w:val="20"/>
                <w:szCs w:val="20"/>
              </w:rPr>
              <w:t xml:space="preserve">[ % </w:t>
            </w:r>
            <w:r w:rsidR="00877D08" w:rsidRPr="007C24AC">
              <w:rPr>
                <w:rFonts w:ascii="Verdana" w:hAnsi="Verdana"/>
                <w:sz w:val="20"/>
                <w:szCs w:val="20"/>
              </w:rPr>
              <w:t>]</w:t>
            </w:r>
          </w:p>
        </w:tc>
      </w:tr>
    </w:tbl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Vorgaben für die Messdurchführung: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</w:p>
    <w:p w:rsidR="00877D08" w:rsidRPr="007C24AC" w:rsidRDefault="00877D08" w:rsidP="008270E5">
      <w:pPr>
        <w:rPr>
          <w:rFonts w:ascii="Verdana" w:hAnsi="Verdana"/>
          <w:sz w:val="20"/>
          <w:szCs w:val="20"/>
          <w:vertAlign w:val="superscript"/>
        </w:rPr>
      </w:pPr>
      <w:r w:rsidRPr="007C24AC">
        <w:rPr>
          <w:rFonts w:ascii="Verdana" w:hAnsi="Verdana"/>
          <w:sz w:val="20"/>
          <w:szCs w:val="20"/>
        </w:rPr>
        <w:t>Lichtintensität: 50 ±10W/m</w:t>
      </w:r>
      <w:r w:rsidRPr="007C24AC">
        <w:rPr>
          <w:rFonts w:ascii="Verdana" w:hAnsi="Verdana"/>
          <w:sz w:val="20"/>
          <w:szCs w:val="20"/>
          <w:vertAlign w:val="superscript"/>
        </w:rPr>
        <w:t>2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Lichtspektrum: AM1,5 / Klasse B (Genauigkeit Spektrum gemäß IEC904-9). Zur Realisierung der abgeschwächten Lichtintensität kann z.B. ein Standard-Solarsimulator (typ Intensitätsbereich 500-1000W/m2) mit geeigneten Graufiltern verwendet werden</w:t>
      </w:r>
      <w:r w:rsidR="003715C2" w:rsidRPr="007C24AC">
        <w:rPr>
          <w:rFonts w:ascii="Verdana" w:hAnsi="Verdana"/>
          <w:sz w:val="20"/>
          <w:szCs w:val="20"/>
        </w:rPr>
        <w:t>.</w:t>
      </w:r>
      <w:r w:rsidRPr="007C24AC">
        <w:rPr>
          <w:rFonts w:ascii="Verdana" w:hAnsi="Verdana"/>
          <w:sz w:val="20"/>
          <w:szCs w:val="20"/>
        </w:rPr>
        <w:t xml:space="preserve"> 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Homogeneität des Lichtfeldes: Klasse B (gemäß IEC904-9)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Modul- und Umgebungstemperatur: 25 ±5°C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Akku-Ladezustand: min. 80% voll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 xml:space="preserve">Ladestrom: min. 3% des bei NOCT-Bedingungen gemessenen Wertes </w:t>
      </w:r>
    </w:p>
    <w:p w:rsidR="00877D08" w:rsidRPr="007C24AC" w:rsidRDefault="00877D08" w:rsidP="008270E5">
      <w:pPr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Sonstiges: Bei unterschiedlichen Akkuvarianten oder unterschiedlichen zu ladenden externen Geräten muss der gleiche Akku/Gerätetyp wie bei den Messungen 2-4 verwendet werden.</w:t>
      </w:r>
    </w:p>
    <w:p w:rsidR="00877D08" w:rsidRPr="007C24AC" w:rsidRDefault="00877D08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5A3DC3" w:rsidRPr="007C24AC" w:rsidRDefault="005A3DC3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5A3DC3" w:rsidRPr="007C24AC" w:rsidRDefault="005A3DC3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5A3DC3" w:rsidRPr="007C24AC" w:rsidRDefault="005A3DC3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5A3DC3" w:rsidRPr="007C24AC" w:rsidRDefault="005A3DC3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877D08" w:rsidRPr="007C24AC" w:rsidRDefault="00877D08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2E629B" w:rsidRPr="007C24A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Ort:</w:t>
      </w:r>
      <w:r w:rsidRP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9" w:name="Text59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19"/>
      <w:r w:rsidR="00E57D79" w:rsidRPr="007C24AC">
        <w:rPr>
          <w:rFonts w:ascii="Verdana" w:hAnsi="Verdana"/>
          <w:sz w:val="20"/>
          <w:szCs w:val="20"/>
        </w:rPr>
        <w:tab/>
      </w:r>
    </w:p>
    <w:p w:rsidR="00F260CB" w:rsidRPr="007C24A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ab/>
      </w:r>
      <w:r w:rsidR="00E57D79" w:rsidRPr="007C24AC">
        <w:rPr>
          <w:rFonts w:ascii="Verdana" w:hAnsi="Verdana"/>
          <w:sz w:val="20"/>
          <w:szCs w:val="20"/>
        </w:rPr>
        <w:tab/>
      </w:r>
    </w:p>
    <w:p w:rsidR="007C24AC" w:rsidRDefault="002E629B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 w:rsidRPr="007C24AC">
        <w:rPr>
          <w:rFonts w:ascii="Verdana" w:hAnsi="Verdana"/>
          <w:sz w:val="20"/>
          <w:szCs w:val="20"/>
        </w:rPr>
        <w:t>Datum:</w:t>
      </w:r>
      <w:r w:rsidRPr="007C24AC">
        <w:rPr>
          <w:rFonts w:ascii="Verdana" w:hAnsi="Verdana"/>
          <w:sz w:val="20"/>
          <w:szCs w:val="20"/>
        </w:rPr>
        <w:tab/>
      </w:r>
      <w:r w:rsidR="00D338F3" w:rsidRPr="007C24AC">
        <w:rPr>
          <w:rFonts w:ascii="Verdana" w:hAnsi="Verdana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0" w:name="Text60"/>
      <w:r w:rsidR="00D338F3" w:rsidRPr="007C24AC">
        <w:rPr>
          <w:rFonts w:ascii="Verdana" w:hAnsi="Verdana"/>
          <w:sz w:val="20"/>
          <w:szCs w:val="20"/>
        </w:rPr>
        <w:instrText xml:space="preserve"> FORMTEXT </w:instrText>
      </w:r>
      <w:r w:rsidR="00D338F3" w:rsidRPr="007C24AC">
        <w:rPr>
          <w:rFonts w:ascii="Verdana" w:hAnsi="Verdana"/>
          <w:sz w:val="20"/>
          <w:szCs w:val="20"/>
        </w:rPr>
      </w:r>
      <w:r w:rsidR="00D338F3" w:rsidRPr="007C24AC">
        <w:rPr>
          <w:rFonts w:ascii="Verdana" w:hAnsi="Verdana"/>
          <w:sz w:val="20"/>
          <w:szCs w:val="20"/>
        </w:rPr>
        <w:fldChar w:fldCharType="separate"/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726DD9" w:rsidRPr="007C24AC">
        <w:rPr>
          <w:rFonts w:ascii="Verdana" w:hAnsi="Verdana"/>
          <w:noProof/>
          <w:sz w:val="20"/>
          <w:szCs w:val="20"/>
        </w:rPr>
        <w:t> </w:t>
      </w:r>
      <w:r w:rsidR="00D338F3" w:rsidRPr="007C24AC">
        <w:rPr>
          <w:rFonts w:ascii="Verdana" w:hAnsi="Verdana"/>
          <w:sz w:val="20"/>
          <w:szCs w:val="20"/>
        </w:rPr>
        <w:fldChar w:fldCharType="end"/>
      </w:r>
      <w:bookmarkEnd w:id="20"/>
      <w:r w:rsidR="00E57D79" w:rsidRPr="007C24AC">
        <w:rPr>
          <w:rFonts w:ascii="Verdana" w:hAnsi="Verdana"/>
          <w:sz w:val="20"/>
          <w:szCs w:val="20"/>
        </w:rPr>
        <w:tab/>
      </w:r>
    </w:p>
    <w:p w:rsidR="002E629B" w:rsidRPr="007C24AC" w:rsidRDefault="007C24AC" w:rsidP="00E57D7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7C24AC">
        <w:rPr>
          <w:rFonts w:ascii="Verdana" w:hAnsi="Verdana"/>
          <w:sz w:val="20"/>
          <w:szCs w:val="20"/>
        </w:rPr>
        <w:t xml:space="preserve">Zeichennehmer: (rechtsverbindliche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7C24AC">
        <w:rPr>
          <w:rFonts w:ascii="Verdana" w:hAnsi="Verdana"/>
          <w:sz w:val="20"/>
          <w:szCs w:val="20"/>
        </w:rPr>
        <w:t xml:space="preserve">Unterschrift </w:t>
      </w:r>
      <w:r w:rsidR="002E629B" w:rsidRPr="007C24AC">
        <w:rPr>
          <w:rFonts w:ascii="Verdana" w:hAnsi="Verdana"/>
          <w:sz w:val="20"/>
          <w:szCs w:val="20"/>
        </w:rPr>
        <w:t>und Firmenstempel)</w:t>
      </w:r>
      <w:r w:rsidR="002E629B" w:rsidRPr="007C24AC">
        <w:rPr>
          <w:rFonts w:ascii="Verdana" w:hAnsi="Verdana"/>
          <w:sz w:val="20"/>
          <w:szCs w:val="20"/>
        </w:rPr>
        <w:tab/>
      </w:r>
    </w:p>
    <w:sectPr w:rsidR="002E629B" w:rsidRPr="007C24AC" w:rsidSect="002E629B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CDE" w:rsidRDefault="004A3CDE" w:rsidP="008270E5">
      <w:r>
        <w:separator/>
      </w:r>
    </w:p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</w:endnote>
  <w:endnote w:type="continuationSeparator" w:id="0">
    <w:p w:rsidR="004A3CDE" w:rsidRDefault="004A3CDE" w:rsidP="008270E5">
      <w:r>
        <w:continuationSeparator/>
      </w:r>
    </w:p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636846">
    <w:pPr>
      <w:pStyle w:val="Fuzeile"/>
    </w:pPr>
  </w:p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Pr="007C24AC" w:rsidRDefault="00636846" w:rsidP="008270E5">
    <w:pPr>
      <w:pStyle w:val="Fuzeile"/>
      <w:rPr>
        <w:rFonts w:ascii="Verdana" w:hAnsi="Verdana"/>
        <w:sz w:val="20"/>
        <w:szCs w:val="20"/>
      </w:rPr>
    </w:pPr>
    <w:r w:rsidRPr="007C24AC">
      <w:rPr>
        <w:rFonts w:ascii="Verdana" w:hAnsi="Verdana"/>
        <w:sz w:val="20"/>
        <w:szCs w:val="20"/>
      </w:rPr>
      <w:t xml:space="preserve">Anlage </w:t>
    </w:r>
    <w:r w:rsidR="002D3023" w:rsidRPr="007C24AC">
      <w:rPr>
        <w:rFonts w:ascii="Verdana" w:hAnsi="Verdana"/>
        <w:sz w:val="20"/>
        <w:szCs w:val="20"/>
      </w:rPr>
      <w:t>7</w:t>
    </w:r>
    <w:r w:rsidR="006C6FA8" w:rsidRPr="007C24AC">
      <w:rPr>
        <w:rFonts w:ascii="Verdana" w:hAnsi="Verdana"/>
        <w:sz w:val="20"/>
        <w:szCs w:val="20"/>
      </w:rPr>
      <w:t>d</w:t>
    </w:r>
    <w:r w:rsidRPr="007C24AC">
      <w:rPr>
        <w:rFonts w:ascii="Verdana" w:hAnsi="Verdana"/>
        <w:sz w:val="20"/>
        <w:szCs w:val="20"/>
      </w:rPr>
      <w:t xml:space="preserve"> zum Vertrag</w:t>
    </w:r>
    <w:r w:rsidRPr="007C24AC">
      <w:rPr>
        <w:rFonts w:ascii="Verdana" w:hAnsi="Verdana"/>
        <w:sz w:val="20"/>
        <w:szCs w:val="20"/>
      </w:rPr>
      <w:tab/>
    </w:r>
    <w:r w:rsidRPr="007C24AC">
      <w:rPr>
        <w:rStyle w:val="Seitenzahl"/>
        <w:rFonts w:ascii="Verdana" w:hAnsi="Verdana"/>
        <w:sz w:val="20"/>
        <w:szCs w:val="20"/>
      </w:rPr>
      <w:fldChar w:fldCharType="begin"/>
    </w:r>
    <w:r w:rsidRPr="007C24AC">
      <w:rPr>
        <w:rStyle w:val="Seitenzahl"/>
        <w:rFonts w:ascii="Verdana" w:hAnsi="Verdana"/>
        <w:sz w:val="20"/>
        <w:szCs w:val="20"/>
      </w:rPr>
      <w:instrText xml:space="preserve"> PAGE </w:instrText>
    </w:r>
    <w:r w:rsidRPr="007C24AC">
      <w:rPr>
        <w:rStyle w:val="Seitenzahl"/>
        <w:rFonts w:ascii="Verdana" w:hAnsi="Verdana"/>
        <w:sz w:val="20"/>
        <w:szCs w:val="20"/>
      </w:rPr>
      <w:fldChar w:fldCharType="separate"/>
    </w:r>
    <w:r w:rsidR="005E63F9">
      <w:rPr>
        <w:rStyle w:val="Seitenzahl"/>
        <w:rFonts w:ascii="Verdana" w:hAnsi="Verdana"/>
        <w:noProof/>
        <w:sz w:val="20"/>
        <w:szCs w:val="20"/>
      </w:rPr>
      <w:t>2</w:t>
    </w:r>
    <w:r w:rsidRPr="007C24AC">
      <w:rPr>
        <w:rStyle w:val="Seitenzahl"/>
        <w:rFonts w:ascii="Verdana" w:hAnsi="Verdana"/>
        <w:sz w:val="20"/>
        <w:szCs w:val="20"/>
      </w:rPr>
      <w:fldChar w:fldCharType="end"/>
    </w:r>
    <w:r w:rsidR="006C6FA8" w:rsidRPr="007C24AC">
      <w:rPr>
        <w:rFonts w:ascii="Verdana" w:hAnsi="Verdana"/>
        <w:sz w:val="20"/>
        <w:szCs w:val="20"/>
      </w:rPr>
      <w:t>/2</w:t>
    </w:r>
    <w:r w:rsidRPr="007C24AC">
      <w:rPr>
        <w:rFonts w:ascii="Verdana" w:hAnsi="Verdana"/>
        <w:sz w:val="20"/>
        <w:szCs w:val="20"/>
      </w:rPr>
      <w:tab/>
    </w:r>
    <w:r w:rsidR="007C24AC">
      <w:rPr>
        <w:rFonts w:ascii="Verdana" w:hAnsi="Verdana"/>
        <w:sz w:val="20"/>
        <w:szCs w:val="20"/>
      </w:rPr>
      <w:t>DE</w:t>
    </w:r>
    <w:r w:rsidRPr="007C24AC">
      <w:rPr>
        <w:rFonts w:ascii="Verdana" w:hAnsi="Verdana"/>
        <w:sz w:val="20"/>
        <w:szCs w:val="20"/>
      </w:rPr>
      <w:t xml:space="preserve">-UZ 116 </w:t>
    </w:r>
    <w:r w:rsidR="007C24AC">
      <w:rPr>
        <w:rFonts w:ascii="Verdana" w:hAnsi="Verdana"/>
        <w:sz w:val="20"/>
        <w:szCs w:val="20"/>
      </w:rPr>
      <w:t>Ausgabe</w:t>
    </w:r>
    <w:r w:rsidRPr="007C24AC">
      <w:rPr>
        <w:rFonts w:ascii="Verdana" w:hAnsi="Verdana"/>
        <w:sz w:val="20"/>
        <w:szCs w:val="20"/>
      </w:rPr>
      <w:t xml:space="preserve"> </w:t>
    </w:r>
    <w:r w:rsidR="003D27F2" w:rsidRPr="007C24AC">
      <w:rPr>
        <w:rFonts w:ascii="Verdana" w:hAnsi="Verdana"/>
        <w:sz w:val="20"/>
        <w:szCs w:val="20"/>
      </w:rPr>
      <w:t>M</w:t>
    </w:r>
    <w:r w:rsidR="008270E5" w:rsidRPr="007C24AC">
      <w:rPr>
        <w:rFonts w:ascii="Verdana" w:hAnsi="Verdana"/>
        <w:sz w:val="20"/>
        <w:szCs w:val="20"/>
      </w:rPr>
      <w:t>ai</w:t>
    </w:r>
    <w:r w:rsidRPr="007C24AC">
      <w:rPr>
        <w:rFonts w:ascii="Verdana" w:hAnsi="Verdana"/>
        <w:sz w:val="20"/>
        <w:szCs w:val="20"/>
      </w:rPr>
      <w:t xml:space="preserve"> 20</w:t>
    </w:r>
    <w:r w:rsidR="00877D08" w:rsidRPr="007C24AC">
      <w:rPr>
        <w:rFonts w:ascii="Verdana" w:hAnsi="Verdana"/>
        <w:sz w:val="20"/>
        <w:szCs w:val="20"/>
      </w:rPr>
      <w:t>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CDE" w:rsidRDefault="004A3CDE" w:rsidP="008270E5">
      <w:r>
        <w:separator/>
      </w:r>
    </w:p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</w:footnote>
  <w:footnote w:type="continuationSeparator" w:id="0">
    <w:p w:rsidR="004A3CDE" w:rsidRDefault="004A3CDE" w:rsidP="008270E5">
      <w:r>
        <w:continuationSeparator/>
      </w:r>
    </w:p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  <w:p w:rsidR="004A3CDE" w:rsidRDefault="004A3CDE" w:rsidP="008270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636846">
    <w:pPr>
      <w:pStyle w:val="Kopfzeile"/>
    </w:pPr>
  </w:p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  <w:p w:rsidR="00636846" w:rsidRDefault="00636846" w:rsidP="008270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46" w:rsidRDefault="005E63F9" w:rsidP="00636846">
    <w:pPr>
      <w:pStyle w:val="Kopfzeile"/>
      <w:jc w:val="right"/>
    </w:pPr>
    <w:r>
      <w:rPr>
        <w:noProof/>
      </w:rPr>
      <w:drawing>
        <wp:inline distT="0" distB="0" distL="0" distR="0">
          <wp:extent cx="657225" cy="457200"/>
          <wp:effectExtent l="0" t="0" r="9525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846" w:rsidRDefault="00636846" w:rsidP="008270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5369rXpFOYZ7pBxniNYVmdQ8ls=" w:salt="nJlrQWH1gmyXwGEDx5jNo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156"/>
    <w:rsid w:val="00007425"/>
    <w:rsid w:val="000132C8"/>
    <w:rsid w:val="00016B19"/>
    <w:rsid w:val="00017B60"/>
    <w:rsid w:val="0002001B"/>
    <w:rsid w:val="000231DC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7575"/>
    <w:rsid w:val="00051146"/>
    <w:rsid w:val="0005611B"/>
    <w:rsid w:val="00057A7E"/>
    <w:rsid w:val="00060160"/>
    <w:rsid w:val="00060221"/>
    <w:rsid w:val="00063962"/>
    <w:rsid w:val="0006468B"/>
    <w:rsid w:val="0006627D"/>
    <w:rsid w:val="00075311"/>
    <w:rsid w:val="00077406"/>
    <w:rsid w:val="000815AE"/>
    <w:rsid w:val="00081750"/>
    <w:rsid w:val="00086EE7"/>
    <w:rsid w:val="000901DC"/>
    <w:rsid w:val="00091EF2"/>
    <w:rsid w:val="00092B9D"/>
    <w:rsid w:val="00095ED0"/>
    <w:rsid w:val="00096F7C"/>
    <w:rsid w:val="000A0B67"/>
    <w:rsid w:val="000A35CC"/>
    <w:rsid w:val="000A5108"/>
    <w:rsid w:val="000B33B5"/>
    <w:rsid w:val="000B51C2"/>
    <w:rsid w:val="000B5AF8"/>
    <w:rsid w:val="000B5DDF"/>
    <w:rsid w:val="000B62A3"/>
    <w:rsid w:val="000C082E"/>
    <w:rsid w:val="000C4C8C"/>
    <w:rsid w:val="000D104C"/>
    <w:rsid w:val="000D3A49"/>
    <w:rsid w:val="000D756B"/>
    <w:rsid w:val="000E27AE"/>
    <w:rsid w:val="000E3FF9"/>
    <w:rsid w:val="000E60D8"/>
    <w:rsid w:val="000F076C"/>
    <w:rsid w:val="000F1DDC"/>
    <w:rsid w:val="000F2ED8"/>
    <w:rsid w:val="00102688"/>
    <w:rsid w:val="00105A5B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B8C"/>
    <w:rsid w:val="001251BD"/>
    <w:rsid w:val="00134E84"/>
    <w:rsid w:val="0013707A"/>
    <w:rsid w:val="00137182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1A3E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15F4"/>
    <w:rsid w:val="001E6D5F"/>
    <w:rsid w:val="001F07A2"/>
    <w:rsid w:val="001F0CB6"/>
    <w:rsid w:val="001F1317"/>
    <w:rsid w:val="001F1C81"/>
    <w:rsid w:val="001F49F2"/>
    <w:rsid w:val="001F4BFA"/>
    <w:rsid w:val="002005D5"/>
    <w:rsid w:val="00201086"/>
    <w:rsid w:val="00201F4D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73EA"/>
    <w:rsid w:val="002324F7"/>
    <w:rsid w:val="002336E2"/>
    <w:rsid w:val="00234E20"/>
    <w:rsid w:val="00236CDC"/>
    <w:rsid w:val="002415CE"/>
    <w:rsid w:val="00241B89"/>
    <w:rsid w:val="00242CDA"/>
    <w:rsid w:val="00244B1F"/>
    <w:rsid w:val="002471C5"/>
    <w:rsid w:val="0025000E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67923"/>
    <w:rsid w:val="00273B5D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3195"/>
    <w:rsid w:val="0029498A"/>
    <w:rsid w:val="002A16AD"/>
    <w:rsid w:val="002A2A3B"/>
    <w:rsid w:val="002A4AA0"/>
    <w:rsid w:val="002A5151"/>
    <w:rsid w:val="002A601C"/>
    <w:rsid w:val="002A6B44"/>
    <w:rsid w:val="002A7A9D"/>
    <w:rsid w:val="002B0D69"/>
    <w:rsid w:val="002B2AD9"/>
    <w:rsid w:val="002B35F5"/>
    <w:rsid w:val="002B4F3D"/>
    <w:rsid w:val="002B5928"/>
    <w:rsid w:val="002B6DEC"/>
    <w:rsid w:val="002B742B"/>
    <w:rsid w:val="002B7CE5"/>
    <w:rsid w:val="002C03E8"/>
    <w:rsid w:val="002C16B5"/>
    <w:rsid w:val="002C3D08"/>
    <w:rsid w:val="002D06C9"/>
    <w:rsid w:val="002D3023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3071C9"/>
    <w:rsid w:val="003115E3"/>
    <w:rsid w:val="00314675"/>
    <w:rsid w:val="003232DF"/>
    <w:rsid w:val="00323916"/>
    <w:rsid w:val="00326248"/>
    <w:rsid w:val="003308F4"/>
    <w:rsid w:val="00332749"/>
    <w:rsid w:val="003345CE"/>
    <w:rsid w:val="00335B9B"/>
    <w:rsid w:val="003363F0"/>
    <w:rsid w:val="003371F1"/>
    <w:rsid w:val="00342C0D"/>
    <w:rsid w:val="00346F3E"/>
    <w:rsid w:val="00356883"/>
    <w:rsid w:val="00357909"/>
    <w:rsid w:val="003624DC"/>
    <w:rsid w:val="003650F1"/>
    <w:rsid w:val="00365741"/>
    <w:rsid w:val="00366580"/>
    <w:rsid w:val="003715C2"/>
    <w:rsid w:val="00377AD9"/>
    <w:rsid w:val="003819D5"/>
    <w:rsid w:val="0038204A"/>
    <w:rsid w:val="0038227B"/>
    <w:rsid w:val="00382BC1"/>
    <w:rsid w:val="00382D2A"/>
    <w:rsid w:val="00386CD5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7B10"/>
    <w:rsid w:val="003D1E9B"/>
    <w:rsid w:val="003D27F2"/>
    <w:rsid w:val="003D41E1"/>
    <w:rsid w:val="003D595A"/>
    <w:rsid w:val="003D5B6B"/>
    <w:rsid w:val="003D6781"/>
    <w:rsid w:val="003D7EA2"/>
    <w:rsid w:val="003E0511"/>
    <w:rsid w:val="003E0CB4"/>
    <w:rsid w:val="003E5EC2"/>
    <w:rsid w:val="003E6A03"/>
    <w:rsid w:val="003F0EF7"/>
    <w:rsid w:val="003F12C7"/>
    <w:rsid w:val="003F2D65"/>
    <w:rsid w:val="003F4380"/>
    <w:rsid w:val="003F6B9B"/>
    <w:rsid w:val="004003FB"/>
    <w:rsid w:val="00402279"/>
    <w:rsid w:val="004031F3"/>
    <w:rsid w:val="004072FA"/>
    <w:rsid w:val="00411A3E"/>
    <w:rsid w:val="00412AF5"/>
    <w:rsid w:val="00415FC9"/>
    <w:rsid w:val="00417181"/>
    <w:rsid w:val="00417B32"/>
    <w:rsid w:val="00420871"/>
    <w:rsid w:val="00420EB7"/>
    <w:rsid w:val="00423D70"/>
    <w:rsid w:val="004245E8"/>
    <w:rsid w:val="00424C2C"/>
    <w:rsid w:val="004257F3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123"/>
    <w:rsid w:val="0048398F"/>
    <w:rsid w:val="0048419F"/>
    <w:rsid w:val="00491165"/>
    <w:rsid w:val="00491B6D"/>
    <w:rsid w:val="00496423"/>
    <w:rsid w:val="004966D2"/>
    <w:rsid w:val="004A022C"/>
    <w:rsid w:val="004A069E"/>
    <w:rsid w:val="004A3CDE"/>
    <w:rsid w:val="004A45E3"/>
    <w:rsid w:val="004B0385"/>
    <w:rsid w:val="004B7350"/>
    <w:rsid w:val="004C33C1"/>
    <w:rsid w:val="004C4A23"/>
    <w:rsid w:val="004D1C64"/>
    <w:rsid w:val="004D6F3B"/>
    <w:rsid w:val="004E27D6"/>
    <w:rsid w:val="004F3C27"/>
    <w:rsid w:val="004F5803"/>
    <w:rsid w:val="0050007C"/>
    <w:rsid w:val="005008C6"/>
    <w:rsid w:val="005036C2"/>
    <w:rsid w:val="0050561E"/>
    <w:rsid w:val="00507B79"/>
    <w:rsid w:val="005112A6"/>
    <w:rsid w:val="00511DD7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4BCF"/>
    <w:rsid w:val="00555504"/>
    <w:rsid w:val="00562843"/>
    <w:rsid w:val="00567220"/>
    <w:rsid w:val="00567DA5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4646"/>
    <w:rsid w:val="00590EB0"/>
    <w:rsid w:val="00592A1A"/>
    <w:rsid w:val="00595747"/>
    <w:rsid w:val="005A1017"/>
    <w:rsid w:val="005A14A3"/>
    <w:rsid w:val="005A1FB4"/>
    <w:rsid w:val="005A3DC3"/>
    <w:rsid w:val="005A428B"/>
    <w:rsid w:val="005B6CEC"/>
    <w:rsid w:val="005B780C"/>
    <w:rsid w:val="005C2D21"/>
    <w:rsid w:val="005C6C07"/>
    <w:rsid w:val="005C7F5C"/>
    <w:rsid w:val="005D153F"/>
    <w:rsid w:val="005E17AE"/>
    <w:rsid w:val="005E63F9"/>
    <w:rsid w:val="005E66BB"/>
    <w:rsid w:val="005F0B28"/>
    <w:rsid w:val="00603CCD"/>
    <w:rsid w:val="00604389"/>
    <w:rsid w:val="006069D0"/>
    <w:rsid w:val="00613664"/>
    <w:rsid w:val="00613C48"/>
    <w:rsid w:val="006145D0"/>
    <w:rsid w:val="0061661C"/>
    <w:rsid w:val="00616C85"/>
    <w:rsid w:val="006170CD"/>
    <w:rsid w:val="00617FE7"/>
    <w:rsid w:val="00620E73"/>
    <w:rsid w:val="0062145B"/>
    <w:rsid w:val="00622C1D"/>
    <w:rsid w:val="006244EC"/>
    <w:rsid w:val="00625078"/>
    <w:rsid w:val="00625C5A"/>
    <w:rsid w:val="0063016E"/>
    <w:rsid w:val="00632849"/>
    <w:rsid w:val="00632A98"/>
    <w:rsid w:val="00636846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974D0"/>
    <w:rsid w:val="006A0409"/>
    <w:rsid w:val="006A0662"/>
    <w:rsid w:val="006A0C2A"/>
    <w:rsid w:val="006A2576"/>
    <w:rsid w:val="006A29AB"/>
    <w:rsid w:val="006A4FB3"/>
    <w:rsid w:val="006A5034"/>
    <w:rsid w:val="006A6823"/>
    <w:rsid w:val="006A742D"/>
    <w:rsid w:val="006B0DB7"/>
    <w:rsid w:val="006B1819"/>
    <w:rsid w:val="006B22F5"/>
    <w:rsid w:val="006B267F"/>
    <w:rsid w:val="006B351C"/>
    <w:rsid w:val="006C3B13"/>
    <w:rsid w:val="006C65A9"/>
    <w:rsid w:val="006C6FA8"/>
    <w:rsid w:val="006D08EA"/>
    <w:rsid w:val="006D1381"/>
    <w:rsid w:val="006D281B"/>
    <w:rsid w:val="006D3F49"/>
    <w:rsid w:val="006D6BB3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1567F"/>
    <w:rsid w:val="0071583B"/>
    <w:rsid w:val="007171E5"/>
    <w:rsid w:val="00721712"/>
    <w:rsid w:val="00726DD9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0957"/>
    <w:rsid w:val="0079383C"/>
    <w:rsid w:val="0079479D"/>
    <w:rsid w:val="007A0DE8"/>
    <w:rsid w:val="007A101A"/>
    <w:rsid w:val="007A2BFC"/>
    <w:rsid w:val="007A5060"/>
    <w:rsid w:val="007A6A1B"/>
    <w:rsid w:val="007A6AB8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24AC"/>
    <w:rsid w:val="007C35CD"/>
    <w:rsid w:val="007C60EA"/>
    <w:rsid w:val="007C7A26"/>
    <w:rsid w:val="007D1998"/>
    <w:rsid w:val="007D2CA4"/>
    <w:rsid w:val="007D44E9"/>
    <w:rsid w:val="007D565C"/>
    <w:rsid w:val="007D70AC"/>
    <w:rsid w:val="007E2453"/>
    <w:rsid w:val="007E2F74"/>
    <w:rsid w:val="007E3E36"/>
    <w:rsid w:val="007E698D"/>
    <w:rsid w:val="007E7991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270E5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46492"/>
    <w:rsid w:val="00850157"/>
    <w:rsid w:val="00853B23"/>
    <w:rsid w:val="0085602B"/>
    <w:rsid w:val="008563D3"/>
    <w:rsid w:val="00862A06"/>
    <w:rsid w:val="008631ED"/>
    <w:rsid w:val="0086718F"/>
    <w:rsid w:val="00872A8A"/>
    <w:rsid w:val="00872BD0"/>
    <w:rsid w:val="00877D08"/>
    <w:rsid w:val="00882D5F"/>
    <w:rsid w:val="00884374"/>
    <w:rsid w:val="008867B6"/>
    <w:rsid w:val="00887087"/>
    <w:rsid w:val="00887DE9"/>
    <w:rsid w:val="00891974"/>
    <w:rsid w:val="008923DF"/>
    <w:rsid w:val="0089447B"/>
    <w:rsid w:val="00897895"/>
    <w:rsid w:val="008A4361"/>
    <w:rsid w:val="008A5C23"/>
    <w:rsid w:val="008A5DF8"/>
    <w:rsid w:val="008A6D24"/>
    <w:rsid w:val="008B0176"/>
    <w:rsid w:val="008B5F75"/>
    <w:rsid w:val="008C5D10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243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5E5"/>
    <w:rsid w:val="00971652"/>
    <w:rsid w:val="00975B08"/>
    <w:rsid w:val="00982284"/>
    <w:rsid w:val="00987E0D"/>
    <w:rsid w:val="0099124D"/>
    <w:rsid w:val="0099226B"/>
    <w:rsid w:val="0099615A"/>
    <w:rsid w:val="009965D9"/>
    <w:rsid w:val="009A01C2"/>
    <w:rsid w:val="009A0793"/>
    <w:rsid w:val="009A0D3E"/>
    <w:rsid w:val="009A29B3"/>
    <w:rsid w:val="009A41B8"/>
    <w:rsid w:val="009A7AC5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4DE"/>
    <w:rsid w:val="009D4A60"/>
    <w:rsid w:val="009D50B6"/>
    <w:rsid w:val="009D5E2B"/>
    <w:rsid w:val="009E009D"/>
    <w:rsid w:val="009E5B1B"/>
    <w:rsid w:val="009F24C2"/>
    <w:rsid w:val="009F3E3E"/>
    <w:rsid w:val="00A01232"/>
    <w:rsid w:val="00A01349"/>
    <w:rsid w:val="00A01974"/>
    <w:rsid w:val="00A03458"/>
    <w:rsid w:val="00A06BF6"/>
    <w:rsid w:val="00A10F40"/>
    <w:rsid w:val="00A1181E"/>
    <w:rsid w:val="00A11A5C"/>
    <w:rsid w:val="00A21BB1"/>
    <w:rsid w:val="00A2223F"/>
    <w:rsid w:val="00A242D5"/>
    <w:rsid w:val="00A24528"/>
    <w:rsid w:val="00A24716"/>
    <w:rsid w:val="00A2646C"/>
    <w:rsid w:val="00A266A3"/>
    <w:rsid w:val="00A32CE7"/>
    <w:rsid w:val="00A33AE6"/>
    <w:rsid w:val="00A33F2C"/>
    <w:rsid w:val="00A3420E"/>
    <w:rsid w:val="00A37795"/>
    <w:rsid w:val="00A37AD6"/>
    <w:rsid w:val="00A402A8"/>
    <w:rsid w:val="00A410E0"/>
    <w:rsid w:val="00A41EF0"/>
    <w:rsid w:val="00A42604"/>
    <w:rsid w:val="00A426AA"/>
    <w:rsid w:val="00A43857"/>
    <w:rsid w:val="00A46DB3"/>
    <w:rsid w:val="00A61B8A"/>
    <w:rsid w:val="00A63BC0"/>
    <w:rsid w:val="00A640CF"/>
    <w:rsid w:val="00A6713D"/>
    <w:rsid w:val="00A67732"/>
    <w:rsid w:val="00A6799E"/>
    <w:rsid w:val="00A7066C"/>
    <w:rsid w:val="00A7279D"/>
    <w:rsid w:val="00A74CA3"/>
    <w:rsid w:val="00A76C23"/>
    <w:rsid w:val="00A76F52"/>
    <w:rsid w:val="00A77910"/>
    <w:rsid w:val="00A80BAD"/>
    <w:rsid w:val="00A816E5"/>
    <w:rsid w:val="00A820C9"/>
    <w:rsid w:val="00A832AB"/>
    <w:rsid w:val="00A8375C"/>
    <w:rsid w:val="00A87395"/>
    <w:rsid w:val="00A87CA4"/>
    <w:rsid w:val="00A911BC"/>
    <w:rsid w:val="00A92490"/>
    <w:rsid w:val="00A93418"/>
    <w:rsid w:val="00A942D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0B86"/>
    <w:rsid w:val="00AD31E3"/>
    <w:rsid w:val="00AD4251"/>
    <w:rsid w:val="00AD4C53"/>
    <w:rsid w:val="00AD5899"/>
    <w:rsid w:val="00AE0FC4"/>
    <w:rsid w:val="00AE201C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28D8"/>
    <w:rsid w:val="00B04458"/>
    <w:rsid w:val="00B058EE"/>
    <w:rsid w:val="00B058F9"/>
    <w:rsid w:val="00B06288"/>
    <w:rsid w:val="00B13E12"/>
    <w:rsid w:val="00B14FA3"/>
    <w:rsid w:val="00B16F41"/>
    <w:rsid w:val="00B17260"/>
    <w:rsid w:val="00B211A8"/>
    <w:rsid w:val="00B234E8"/>
    <w:rsid w:val="00B25673"/>
    <w:rsid w:val="00B31872"/>
    <w:rsid w:val="00B33C5E"/>
    <w:rsid w:val="00B37423"/>
    <w:rsid w:val="00B40E82"/>
    <w:rsid w:val="00B43D72"/>
    <w:rsid w:val="00B443D7"/>
    <w:rsid w:val="00B448EA"/>
    <w:rsid w:val="00B44D11"/>
    <w:rsid w:val="00B458DC"/>
    <w:rsid w:val="00B51532"/>
    <w:rsid w:val="00B51B8A"/>
    <w:rsid w:val="00B53E47"/>
    <w:rsid w:val="00B54BD1"/>
    <w:rsid w:val="00B563C5"/>
    <w:rsid w:val="00B6143B"/>
    <w:rsid w:val="00B65920"/>
    <w:rsid w:val="00B659FB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C6D40"/>
    <w:rsid w:val="00BC7F63"/>
    <w:rsid w:val="00BD0BB3"/>
    <w:rsid w:val="00BD150B"/>
    <w:rsid w:val="00BD2ED5"/>
    <w:rsid w:val="00BD5445"/>
    <w:rsid w:val="00BD5668"/>
    <w:rsid w:val="00BD57D6"/>
    <w:rsid w:val="00BD6C65"/>
    <w:rsid w:val="00BD7B4C"/>
    <w:rsid w:val="00BE0FC6"/>
    <w:rsid w:val="00BE4DF1"/>
    <w:rsid w:val="00BE6292"/>
    <w:rsid w:val="00BE6E59"/>
    <w:rsid w:val="00BF0660"/>
    <w:rsid w:val="00BF13EC"/>
    <w:rsid w:val="00BF20AF"/>
    <w:rsid w:val="00BF6C8F"/>
    <w:rsid w:val="00C00462"/>
    <w:rsid w:val="00C006A2"/>
    <w:rsid w:val="00C02D50"/>
    <w:rsid w:val="00C055E6"/>
    <w:rsid w:val="00C05FBC"/>
    <w:rsid w:val="00C118FA"/>
    <w:rsid w:val="00C15968"/>
    <w:rsid w:val="00C16020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4C67"/>
    <w:rsid w:val="00C55637"/>
    <w:rsid w:val="00C56AA2"/>
    <w:rsid w:val="00C6025C"/>
    <w:rsid w:val="00C62AF9"/>
    <w:rsid w:val="00C6300F"/>
    <w:rsid w:val="00C63B5B"/>
    <w:rsid w:val="00C65389"/>
    <w:rsid w:val="00C65D71"/>
    <w:rsid w:val="00C7072D"/>
    <w:rsid w:val="00C708CE"/>
    <w:rsid w:val="00C72DDA"/>
    <w:rsid w:val="00C74469"/>
    <w:rsid w:val="00C74CB0"/>
    <w:rsid w:val="00C7561C"/>
    <w:rsid w:val="00C800BB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1F2"/>
    <w:rsid w:val="00CA4670"/>
    <w:rsid w:val="00CA5A43"/>
    <w:rsid w:val="00CA6843"/>
    <w:rsid w:val="00CA7B36"/>
    <w:rsid w:val="00CB0E66"/>
    <w:rsid w:val="00CB3CAE"/>
    <w:rsid w:val="00CB460C"/>
    <w:rsid w:val="00CB58C8"/>
    <w:rsid w:val="00CC3571"/>
    <w:rsid w:val="00CC5813"/>
    <w:rsid w:val="00CD0E06"/>
    <w:rsid w:val="00CD2249"/>
    <w:rsid w:val="00CD24EC"/>
    <w:rsid w:val="00CD3E02"/>
    <w:rsid w:val="00CD4013"/>
    <w:rsid w:val="00CD51B1"/>
    <w:rsid w:val="00CD6552"/>
    <w:rsid w:val="00CD6C83"/>
    <w:rsid w:val="00CE4801"/>
    <w:rsid w:val="00CE7745"/>
    <w:rsid w:val="00CE7D3B"/>
    <w:rsid w:val="00CF1452"/>
    <w:rsid w:val="00CF2D9E"/>
    <w:rsid w:val="00CF478A"/>
    <w:rsid w:val="00CF4A43"/>
    <w:rsid w:val="00CF7AE6"/>
    <w:rsid w:val="00D06215"/>
    <w:rsid w:val="00D1067E"/>
    <w:rsid w:val="00D11C7C"/>
    <w:rsid w:val="00D132C1"/>
    <w:rsid w:val="00D2001F"/>
    <w:rsid w:val="00D232B8"/>
    <w:rsid w:val="00D23BEE"/>
    <w:rsid w:val="00D23D1C"/>
    <w:rsid w:val="00D23DE5"/>
    <w:rsid w:val="00D27373"/>
    <w:rsid w:val="00D27B4A"/>
    <w:rsid w:val="00D301DB"/>
    <w:rsid w:val="00D3062A"/>
    <w:rsid w:val="00D31014"/>
    <w:rsid w:val="00D31494"/>
    <w:rsid w:val="00D338F3"/>
    <w:rsid w:val="00D33DC1"/>
    <w:rsid w:val="00D41772"/>
    <w:rsid w:val="00D41A9A"/>
    <w:rsid w:val="00D41DDD"/>
    <w:rsid w:val="00D426B5"/>
    <w:rsid w:val="00D442AD"/>
    <w:rsid w:val="00D44C3F"/>
    <w:rsid w:val="00D46F4F"/>
    <w:rsid w:val="00D47DFB"/>
    <w:rsid w:val="00D50091"/>
    <w:rsid w:val="00D50D3B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56CA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37B"/>
    <w:rsid w:val="00DB7B06"/>
    <w:rsid w:val="00DC184F"/>
    <w:rsid w:val="00DC405B"/>
    <w:rsid w:val="00DC469D"/>
    <w:rsid w:val="00DC469F"/>
    <w:rsid w:val="00DC62DF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44C0"/>
    <w:rsid w:val="00E16BD2"/>
    <w:rsid w:val="00E17E2F"/>
    <w:rsid w:val="00E23BD4"/>
    <w:rsid w:val="00E2606F"/>
    <w:rsid w:val="00E325E5"/>
    <w:rsid w:val="00E35339"/>
    <w:rsid w:val="00E356BF"/>
    <w:rsid w:val="00E40836"/>
    <w:rsid w:val="00E41019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57D79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1898"/>
    <w:rsid w:val="00E83010"/>
    <w:rsid w:val="00E84205"/>
    <w:rsid w:val="00E858F7"/>
    <w:rsid w:val="00E876F3"/>
    <w:rsid w:val="00E878B0"/>
    <w:rsid w:val="00E9187B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0094"/>
    <w:rsid w:val="00EB1D78"/>
    <w:rsid w:val="00EB27D4"/>
    <w:rsid w:val="00EB2C40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7AD0"/>
    <w:rsid w:val="00EF0A16"/>
    <w:rsid w:val="00EF38AA"/>
    <w:rsid w:val="00EF4E54"/>
    <w:rsid w:val="00EF52BC"/>
    <w:rsid w:val="00EF5FDB"/>
    <w:rsid w:val="00EF72A9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12262"/>
    <w:rsid w:val="00F2034F"/>
    <w:rsid w:val="00F20E22"/>
    <w:rsid w:val="00F21CB8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0767"/>
    <w:rsid w:val="00FB4C0E"/>
    <w:rsid w:val="00FB4F86"/>
    <w:rsid w:val="00FB5C20"/>
    <w:rsid w:val="00FB63F7"/>
    <w:rsid w:val="00FB64B8"/>
    <w:rsid w:val="00FB66B7"/>
    <w:rsid w:val="00FC1797"/>
    <w:rsid w:val="00FC28A3"/>
    <w:rsid w:val="00FC340E"/>
    <w:rsid w:val="00FC63D5"/>
    <w:rsid w:val="00FC6651"/>
    <w:rsid w:val="00FD020A"/>
    <w:rsid w:val="00FD0246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8270E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8270E5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2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2009-03-04T09:00:00Z</cp:lastPrinted>
  <dcterms:created xsi:type="dcterms:W3CDTF">2019-12-17T09:46:00Z</dcterms:created>
  <dcterms:modified xsi:type="dcterms:W3CDTF">2019-12-17T09:46:00Z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-444024042</vt:i4>
  </property>
  <property fmtid="{D5CDD505-2E9C-101B-9397-08002B2CF9AE}" pid="3" name="_EmailSubject">
    <vt:lpwstr>Vergabegrundlagen</vt:lpwstr>
  </property>
  <property fmtid="{D5CDD505-2E9C-101B-9397-08002B2CF9AE}" pid="4" name="_AuthorEmail">
    <vt:lpwstr>Petra.Kessel@ral-ggmbh.de</vt:lpwstr>
  </property>
  <property fmtid="{D5CDD505-2E9C-101B-9397-08002B2CF9AE}" pid="5" name="_AuthorEmailDisplayName">
    <vt:lpwstr>Hermann, Petra</vt:lpwstr>
  </property>
  <property fmtid="{D5CDD505-2E9C-101B-9397-08002B2CF9AE}" pid="6" name="_ReviewingToolsShownOnce">
    <vt:lpwstr/>
  </property>
</Properties>
</file>